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384" w:rsidRPr="00394384" w:rsidRDefault="00394384" w:rsidP="00694452">
      <w:pPr>
        <w:jc w:val="center"/>
        <w:rPr>
          <w:sz w:val="28"/>
          <w:szCs w:val="28"/>
          <w:lang w:val="el-GR"/>
        </w:rPr>
      </w:pPr>
      <w:r w:rsidRPr="00394384">
        <w:rPr>
          <w:sz w:val="28"/>
          <w:szCs w:val="28"/>
          <w:lang w:val="el-GR"/>
        </w:rPr>
        <w:t>ΔΕΛΤΙΟ ΤΥΠΟΥ 9.5.2018</w:t>
      </w:r>
    </w:p>
    <w:p w:rsidR="00394384" w:rsidRPr="00394384" w:rsidRDefault="00394384" w:rsidP="00694452">
      <w:pPr>
        <w:tabs>
          <w:tab w:val="left" w:pos="1230"/>
        </w:tabs>
        <w:jc w:val="center"/>
        <w:rPr>
          <w:sz w:val="24"/>
          <w:szCs w:val="24"/>
          <w:lang w:val="el-GR"/>
        </w:rPr>
      </w:pPr>
    </w:p>
    <w:p w:rsidR="00F13B88" w:rsidRDefault="00F13B88" w:rsidP="00694452">
      <w:pPr>
        <w:jc w:val="center"/>
        <w:rPr>
          <w:b/>
          <w:sz w:val="28"/>
          <w:szCs w:val="28"/>
          <w:lang w:val="el-GR"/>
        </w:rPr>
      </w:pPr>
      <w:bookmarkStart w:id="0" w:name="_GoBack"/>
      <w:bookmarkEnd w:id="0"/>
      <w:r>
        <w:rPr>
          <w:b/>
          <w:sz w:val="28"/>
          <w:szCs w:val="28"/>
        </w:rPr>
        <w:t>A</w:t>
      </w:r>
      <w:r>
        <w:rPr>
          <w:b/>
          <w:sz w:val="28"/>
          <w:szCs w:val="28"/>
          <w:lang w:val="el-GR"/>
        </w:rPr>
        <w:t>ΓΗ ΚΑΣΟΥΜΗ: 40 ΧΡΟΝΙΑ ΠΡΩΤΑΘΛΗΤΡΙΑ ΣΚΟΠΟΒΟΛΗΣ –</w:t>
      </w:r>
    </w:p>
    <w:p w:rsidR="00394384" w:rsidRPr="00394384" w:rsidRDefault="00F13B88" w:rsidP="00694452">
      <w:pPr>
        <w:jc w:val="center"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Για Ρεκόρ </w:t>
      </w:r>
      <w:proofErr w:type="spellStart"/>
      <w:r>
        <w:rPr>
          <w:b/>
          <w:sz w:val="28"/>
          <w:szCs w:val="28"/>
          <w:lang w:val="el-GR"/>
        </w:rPr>
        <w:t>Γκίνες</w:t>
      </w:r>
      <w:proofErr w:type="spellEnd"/>
      <w:r>
        <w:rPr>
          <w:b/>
          <w:sz w:val="28"/>
          <w:szCs w:val="28"/>
          <w:lang w:val="el-GR"/>
        </w:rPr>
        <w:t>!</w:t>
      </w:r>
    </w:p>
    <w:p w:rsidR="00394384" w:rsidRPr="00394384" w:rsidRDefault="00394384" w:rsidP="00394384">
      <w:pPr>
        <w:jc w:val="both"/>
        <w:rPr>
          <w:sz w:val="24"/>
          <w:szCs w:val="24"/>
          <w:lang w:val="el-GR"/>
        </w:rPr>
      </w:pPr>
    </w:p>
    <w:p w:rsidR="00394384" w:rsidRPr="00394384" w:rsidRDefault="00394384" w:rsidP="00394384">
      <w:pPr>
        <w:jc w:val="both"/>
        <w:rPr>
          <w:sz w:val="24"/>
          <w:szCs w:val="24"/>
          <w:lang w:val="el-GR"/>
        </w:rPr>
      </w:pPr>
      <w:r w:rsidRPr="00394384">
        <w:rPr>
          <w:sz w:val="24"/>
          <w:szCs w:val="24"/>
          <w:lang w:val="el-GR"/>
        </w:rPr>
        <w:t xml:space="preserve">Μετά από έναν ανεπανάληπτο τελικό </w:t>
      </w:r>
      <w:r w:rsidR="00132B2D">
        <w:rPr>
          <w:b/>
          <w:sz w:val="24"/>
          <w:szCs w:val="24"/>
          <w:lang w:val="el-GR"/>
        </w:rPr>
        <w:t>η Άγη</w:t>
      </w:r>
      <w:r w:rsidRPr="00394384">
        <w:rPr>
          <w:b/>
          <w:sz w:val="24"/>
          <w:szCs w:val="24"/>
          <w:lang w:val="el-GR"/>
        </w:rPr>
        <w:t xml:space="preserve"> </w:t>
      </w:r>
      <w:proofErr w:type="spellStart"/>
      <w:r w:rsidRPr="00394384">
        <w:rPr>
          <w:b/>
          <w:sz w:val="24"/>
          <w:szCs w:val="24"/>
          <w:lang w:val="el-GR"/>
        </w:rPr>
        <w:t>Κασούμη</w:t>
      </w:r>
      <w:proofErr w:type="spellEnd"/>
      <w:r w:rsidRPr="00394384">
        <w:rPr>
          <w:b/>
          <w:sz w:val="24"/>
          <w:szCs w:val="24"/>
          <w:lang w:val="el-GR"/>
        </w:rPr>
        <w:t xml:space="preserve"> κατέκτησε για 40</w:t>
      </w:r>
      <w:r w:rsidRPr="00394384">
        <w:rPr>
          <w:b/>
          <w:sz w:val="24"/>
          <w:szCs w:val="24"/>
          <w:vertAlign w:val="superscript"/>
          <w:lang w:val="el-GR"/>
        </w:rPr>
        <w:t>η</w:t>
      </w:r>
      <w:r w:rsidRPr="00394384">
        <w:rPr>
          <w:b/>
          <w:sz w:val="24"/>
          <w:szCs w:val="24"/>
          <w:lang w:val="el-GR"/>
        </w:rPr>
        <w:t xml:space="preserve"> χρονιά την 1</w:t>
      </w:r>
      <w:r w:rsidRPr="00394384">
        <w:rPr>
          <w:b/>
          <w:sz w:val="24"/>
          <w:szCs w:val="24"/>
          <w:vertAlign w:val="superscript"/>
          <w:lang w:val="el-GR"/>
        </w:rPr>
        <w:t>η</w:t>
      </w:r>
      <w:r w:rsidRPr="00394384">
        <w:rPr>
          <w:b/>
          <w:sz w:val="24"/>
          <w:szCs w:val="24"/>
          <w:lang w:val="el-GR"/>
        </w:rPr>
        <w:t xml:space="preserve"> θέση στο Πανελλήνιο Πρωτάθλημα Σπορ </w:t>
      </w:r>
      <w:proofErr w:type="spellStart"/>
      <w:r w:rsidRPr="00394384">
        <w:rPr>
          <w:b/>
          <w:sz w:val="24"/>
          <w:szCs w:val="24"/>
          <w:lang w:val="el-GR"/>
        </w:rPr>
        <w:t>Πιστολίου</w:t>
      </w:r>
      <w:proofErr w:type="spellEnd"/>
      <w:r w:rsidRPr="00394384">
        <w:rPr>
          <w:b/>
          <w:sz w:val="24"/>
          <w:szCs w:val="24"/>
          <w:lang w:val="el-GR"/>
        </w:rPr>
        <w:t xml:space="preserve"> Γυναικών</w:t>
      </w:r>
      <w:r w:rsidRPr="00394384">
        <w:rPr>
          <w:sz w:val="24"/>
          <w:szCs w:val="24"/>
          <w:lang w:val="el-GR"/>
        </w:rPr>
        <w:t xml:space="preserve"> που διεξήχθη το Σάββατο  5.5, στο σκοπευτήριο της Μαλακάσας.</w:t>
      </w:r>
    </w:p>
    <w:p w:rsidR="00394384" w:rsidRPr="00394384" w:rsidRDefault="00394384" w:rsidP="00394384">
      <w:pPr>
        <w:jc w:val="both"/>
        <w:rPr>
          <w:b/>
          <w:sz w:val="24"/>
          <w:szCs w:val="24"/>
          <w:lang w:val="el-GR"/>
        </w:rPr>
      </w:pPr>
      <w:r w:rsidRPr="00394384">
        <w:rPr>
          <w:sz w:val="24"/>
          <w:szCs w:val="24"/>
          <w:lang w:val="el-GR"/>
        </w:rPr>
        <w:t xml:space="preserve">Με μία συγκλονιστική εμφάνιση στον Τελικό </w:t>
      </w:r>
      <w:r w:rsidRPr="00394384">
        <w:rPr>
          <w:b/>
          <w:sz w:val="24"/>
          <w:szCs w:val="24"/>
          <w:lang w:val="el-GR"/>
        </w:rPr>
        <w:t xml:space="preserve">η Άγη </w:t>
      </w:r>
      <w:proofErr w:type="spellStart"/>
      <w:r w:rsidRPr="00394384">
        <w:rPr>
          <w:b/>
          <w:sz w:val="24"/>
          <w:szCs w:val="24"/>
          <w:lang w:val="el-GR"/>
        </w:rPr>
        <w:t>Κασούμη</w:t>
      </w:r>
      <w:proofErr w:type="spellEnd"/>
      <w:r w:rsidRPr="00394384">
        <w:rPr>
          <w:b/>
          <w:sz w:val="24"/>
          <w:szCs w:val="24"/>
          <w:lang w:val="el-GR"/>
        </w:rPr>
        <w:t xml:space="preserve"> πέτυχε 29/35. Τη 2</w:t>
      </w:r>
      <w:r w:rsidRPr="00394384">
        <w:rPr>
          <w:b/>
          <w:sz w:val="24"/>
          <w:szCs w:val="24"/>
          <w:vertAlign w:val="superscript"/>
          <w:lang w:val="el-GR"/>
        </w:rPr>
        <w:t>η</w:t>
      </w:r>
      <w:r w:rsidRPr="00394384">
        <w:rPr>
          <w:b/>
          <w:sz w:val="24"/>
          <w:szCs w:val="24"/>
          <w:lang w:val="el-GR"/>
        </w:rPr>
        <w:t xml:space="preserve"> θέση κατέκτησε η  Άννα </w:t>
      </w:r>
      <w:proofErr w:type="spellStart"/>
      <w:r w:rsidRPr="00394384">
        <w:rPr>
          <w:b/>
          <w:sz w:val="24"/>
          <w:szCs w:val="24"/>
          <w:lang w:val="el-GR"/>
        </w:rPr>
        <w:t>Κορακάκη</w:t>
      </w:r>
      <w:proofErr w:type="spellEnd"/>
      <w:r w:rsidRPr="00394384">
        <w:rPr>
          <w:b/>
          <w:sz w:val="24"/>
          <w:szCs w:val="24"/>
          <w:lang w:val="el-GR"/>
        </w:rPr>
        <w:t xml:space="preserve"> με 21/35 και την 3</w:t>
      </w:r>
      <w:r w:rsidRPr="00394384">
        <w:rPr>
          <w:b/>
          <w:sz w:val="24"/>
          <w:szCs w:val="24"/>
          <w:vertAlign w:val="superscript"/>
          <w:lang w:val="el-GR"/>
        </w:rPr>
        <w:t>η</w:t>
      </w:r>
      <w:r w:rsidRPr="00394384">
        <w:rPr>
          <w:b/>
          <w:sz w:val="24"/>
          <w:szCs w:val="24"/>
          <w:lang w:val="el-GR"/>
        </w:rPr>
        <w:t xml:space="preserve"> η Δήμητρα </w:t>
      </w:r>
      <w:proofErr w:type="spellStart"/>
      <w:r w:rsidRPr="00394384">
        <w:rPr>
          <w:b/>
          <w:sz w:val="24"/>
          <w:szCs w:val="24"/>
          <w:lang w:val="el-GR"/>
        </w:rPr>
        <w:t>Παπακανέλλου</w:t>
      </w:r>
      <w:proofErr w:type="spellEnd"/>
      <w:r w:rsidRPr="00394384">
        <w:rPr>
          <w:b/>
          <w:sz w:val="24"/>
          <w:szCs w:val="24"/>
          <w:lang w:val="el-GR"/>
        </w:rPr>
        <w:t xml:space="preserve"> με 17/35.</w:t>
      </w:r>
    </w:p>
    <w:p w:rsidR="00394384" w:rsidRDefault="00394384" w:rsidP="00394384">
      <w:pPr>
        <w:jc w:val="both"/>
        <w:rPr>
          <w:sz w:val="24"/>
          <w:szCs w:val="24"/>
          <w:lang w:val="el-GR"/>
        </w:rPr>
      </w:pPr>
      <w:r w:rsidRPr="00D80BAF">
        <w:rPr>
          <w:b/>
          <w:sz w:val="24"/>
          <w:szCs w:val="24"/>
          <w:lang w:val="el-GR"/>
        </w:rPr>
        <w:t xml:space="preserve">Η επίδοση που πέτυχε η Άγη </w:t>
      </w:r>
      <w:proofErr w:type="spellStart"/>
      <w:r w:rsidRPr="00D80BAF">
        <w:rPr>
          <w:b/>
          <w:sz w:val="24"/>
          <w:szCs w:val="24"/>
          <w:lang w:val="el-GR"/>
        </w:rPr>
        <w:t>Κασούμη</w:t>
      </w:r>
      <w:proofErr w:type="spellEnd"/>
      <w:r w:rsidRPr="00D80BAF">
        <w:rPr>
          <w:b/>
          <w:sz w:val="24"/>
          <w:szCs w:val="24"/>
          <w:lang w:val="el-GR"/>
        </w:rPr>
        <w:t xml:space="preserve"> στον Τελικό  29/35</w:t>
      </w:r>
      <w:r w:rsidRPr="00394384">
        <w:rPr>
          <w:sz w:val="24"/>
          <w:szCs w:val="24"/>
          <w:lang w:val="el-GR"/>
        </w:rPr>
        <w:t xml:space="preserve">, είναι τόσο εξαιρετικά μεγάλη που και χωρίς να έχει ρίξει όλες τις σειρές του αγώνα, </w:t>
      </w:r>
      <w:r w:rsidR="00D80BAF">
        <w:rPr>
          <w:sz w:val="24"/>
          <w:szCs w:val="24"/>
          <w:lang w:val="el-GR"/>
        </w:rPr>
        <w:t xml:space="preserve">όχι μόνο </w:t>
      </w:r>
      <w:r w:rsidR="008B2902">
        <w:rPr>
          <w:sz w:val="24"/>
          <w:szCs w:val="24"/>
          <w:lang w:val="el-GR"/>
        </w:rPr>
        <w:t>δίνει</w:t>
      </w:r>
      <w:r w:rsidRPr="00394384">
        <w:rPr>
          <w:sz w:val="24"/>
          <w:szCs w:val="24"/>
          <w:lang w:val="el-GR"/>
        </w:rPr>
        <w:t xml:space="preserve"> χρυσό μετάλλιο σε Τελικό Παγκοσμίου Κυπέλλου ή Ολυμπιακών</w:t>
      </w:r>
      <w:r w:rsidR="00D80BAF">
        <w:rPr>
          <w:sz w:val="24"/>
          <w:szCs w:val="24"/>
          <w:lang w:val="el-GR"/>
        </w:rPr>
        <w:t xml:space="preserve">, αλλά και </w:t>
      </w:r>
      <w:r w:rsidR="00D80BAF" w:rsidRPr="00D80BAF">
        <w:rPr>
          <w:b/>
          <w:sz w:val="24"/>
          <w:szCs w:val="24"/>
          <w:lang w:val="el-GR"/>
        </w:rPr>
        <w:t>αποτελεί κορυφαία επίδοση Παγκοσμίως!</w:t>
      </w:r>
      <w:r w:rsidRPr="00394384">
        <w:rPr>
          <w:sz w:val="24"/>
          <w:szCs w:val="24"/>
          <w:lang w:val="el-GR"/>
        </w:rPr>
        <w:t xml:space="preserve"> Συγκεκριμένα  επίδοση 29/50 (29 </w:t>
      </w:r>
      <w:r>
        <w:rPr>
          <w:sz w:val="24"/>
          <w:szCs w:val="24"/>
        </w:rPr>
        <w:t>hits</w:t>
      </w:r>
      <w:r w:rsidRPr="00394384">
        <w:rPr>
          <w:sz w:val="24"/>
          <w:szCs w:val="24"/>
          <w:lang w:val="el-GR"/>
        </w:rPr>
        <w:t xml:space="preserve"> σε 10 σειρές) </w:t>
      </w:r>
      <w:r w:rsidR="008B2902">
        <w:rPr>
          <w:sz w:val="24"/>
          <w:szCs w:val="24"/>
          <w:lang w:val="el-GR"/>
        </w:rPr>
        <w:t>μπορεί να δώσει</w:t>
      </w:r>
      <w:r w:rsidRPr="00394384">
        <w:rPr>
          <w:sz w:val="24"/>
          <w:szCs w:val="24"/>
          <w:lang w:val="el-GR"/>
        </w:rPr>
        <w:t xml:space="preserve"> χρυσό μετάλλι</w:t>
      </w:r>
      <w:r w:rsidR="002C5731">
        <w:rPr>
          <w:sz w:val="24"/>
          <w:szCs w:val="24"/>
          <w:lang w:val="el-GR"/>
        </w:rPr>
        <w:t>ο σε Τελικό</w:t>
      </w:r>
      <w:r w:rsidR="008B2902">
        <w:rPr>
          <w:sz w:val="24"/>
          <w:szCs w:val="24"/>
          <w:lang w:val="el-GR"/>
        </w:rPr>
        <w:t xml:space="preserve"> Παγκοσμίου Κυπέλλου ή Ολυμπιακών </w:t>
      </w:r>
      <w:r w:rsidR="002C5731">
        <w:rPr>
          <w:sz w:val="24"/>
          <w:szCs w:val="24"/>
          <w:lang w:val="el-GR"/>
        </w:rPr>
        <w:t xml:space="preserve">Αγώνων </w:t>
      </w:r>
      <w:r w:rsidR="008B2902">
        <w:rPr>
          <w:sz w:val="24"/>
          <w:szCs w:val="24"/>
          <w:lang w:val="el-GR"/>
        </w:rPr>
        <w:t>(27</w:t>
      </w:r>
      <w:r w:rsidR="008B2902">
        <w:rPr>
          <w:sz w:val="24"/>
          <w:szCs w:val="24"/>
        </w:rPr>
        <w:t>hits</w:t>
      </w:r>
      <w:r w:rsidR="008B2902" w:rsidRPr="008B2902">
        <w:rPr>
          <w:sz w:val="24"/>
          <w:szCs w:val="24"/>
          <w:lang w:val="el-GR"/>
        </w:rPr>
        <w:t>/50</w:t>
      </w:r>
      <w:r w:rsidR="003D5CAA">
        <w:rPr>
          <w:sz w:val="24"/>
          <w:szCs w:val="24"/>
          <w:lang w:val="el-GR"/>
        </w:rPr>
        <w:t xml:space="preserve"> για Ολυμπιακούς)</w:t>
      </w:r>
      <w:r w:rsidR="008B2902" w:rsidRPr="008B2902">
        <w:rPr>
          <w:sz w:val="24"/>
          <w:szCs w:val="24"/>
          <w:lang w:val="el-GR"/>
        </w:rPr>
        <w:t xml:space="preserve"> </w:t>
      </w:r>
      <w:r w:rsidRPr="00394384">
        <w:rPr>
          <w:sz w:val="24"/>
          <w:szCs w:val="24"/>
          <w:lang w:val="el-GR"/>
        </w:rPr>
        <w:t xml:space="preserve"> και η Πρωταθλήτρια μας πέτυχε το ίδιο σκορ 29 </w:t>
      </w:r>
      <w:r>
        <w:rPr>
          <w:sz w:val="24"/>
          <w:szCs w:val="24"/>
        </w:rPr>
        <w:t>hits</w:t>
      </w:r>
      <w:r w:rsidR="008B2902">
        <w:rPr>
          <w:sz w:val="24"/>
          <w:szCs w:val="24"/>
          <w:lang w:val="el-GR"/>
        </w:rPr>
        <w:t xml:space="preserve">, </w:t>
      </w:r>
      <w:r w:rsidR="008B2902" w:rsidRPr="008B2902">
        <w:rPr>
          <w:b/>
          <w:sz w:val="24"/>
          <w:szCs w:val="24"/>
          <w:lang w:val="el-GR"/>
        </w:rPr>
        <w:t>ρίχνοντας μόνο στις</w:t>
      </w:r>
      <w:r w:rsidRPr="008B2902">
        <w:rPr>
          <w:b/>
          <w:sz w:val="24"/>
          <w:szCs w:val="24"/>
          <w:lang w:val="el-GR"/>
        </w:rPr>
        <w:t xml:space="preserve"> 7</w:t>
      </w:r>
      <w:r w:rsidR="008B2902" w:rsidRPr="008B2902">
        <w:rPr>
          <w:b/>
          <w:sz w:val="24"/>
          <w:szCs w:val="24"/>
          <w:lang w:val="el-GR"/>
        </w:rPr>
        <w:t xml:space="preserve"> από τις 10</w:t>
      </w:r>
      <w:r w:rsidRPr="008B2902">
        <w:rPr>
          <w:b/>
          <w:sz w:val="24"/>
          <w:szCs w:val="24"/>
          <w:lang w:val="el-GR"/>
        </w:rPr>
        <w:t xml:space="preserve"> σειρές</w:t>
      </w:r>
      <w:r w:rsidR="008B2902" w:rsidRPr="008B2902">
        <w:rPr>
          <w:b/>
          <w:sz w:val="24"/>
          <w:szCs w:val="24"/>
          <w:lang w:val="el-GR"/>
        </w:rPr>
        <w:t xml:space="preserve"> του αγώνα</w:t>
      </w:r>
      <w:r w:rsidRPr="008B2902">
        <w:rPr>
          <w:b/>
          <w:sz w:val="24"/>
          <w:szCs w:val="24"/>
          <w:lang w:val="el-GR"/>
        </w:rPr>
        <w:t>!</w:t>
      </w:r>
      <w:r w:rsidRPr="00394384">
        <w:rPr>
          <w:sz w:val="24"/>
          <w:szCs w:val="24"/>
          <w:lang w:val="el-GR"/>
        </w:rPr>
        <w:t xml:space="preserve"> Ο αγώνας σταμάτησε στις 7 σειρές  μετά το λιποθυμικό επεισόδιο της Ολυμπιονίκη Άννας </w:t>
      </w:r>
      <w:proofErr w:type="spellStart"/>
      <w:r w:rsidRPr="00394384">
        <w:rPr>
          <w:sz w:val="24"/>
          <w:szCs w:val="24"/>
          <w:lang w:val="el-GR"/>
        </w:rPr>
        <w:t>Κορακάκη</w:t>
      </w:r>
      <w:proofErr w:type="spellEnd"/>
      <w:r w:rsidRPr="00394384">
        <w:rPr>
          <w:sz w:val="24"/>
          <w:szCs w:val="24"/>
          <w:lang w:val="el-GR"/>
        </w:rPr>
        <w:t xml:space="preserve"> και την κοινή απόφαση των αγωνιζομένων μετά από πρόταση της Ομοσπονδίας, να μην συνεχίσουν να ρίχνουν, </w:t>
      </w:r>
      <w:proofErr w:type="spellStart"/>
      <w:r w:rsidRPr="00394384">
        <w:rPr>
          <w:sz w:val="24"/>
          <w:szCs w:val="24"/>
          <w:lang w:val="el-GR"/>
        </w:rPr>
        <w:t>παρ</w:t>
      </w:r>
      <w:proofErr w:type="spellEnd"/>
      <w:r w:rsidRPr="00394384">
        <w:rPr>
          <w:sz w:val="24"/>
          <w:szCs w:val="24"/>
          <w:lang w:val="el-GR"/>
        </w:rPr>
        <w:t xml:space="preserve">΄ όλο που είχε συνέλθει από τη λιποθυμία, σεβόμενοι την συναθλήτριά τους. </w:t>
      </w:r>
    </w:p>
    <w:p w:rsidR="00F13B88" w:rsidRPr="00394384" w:rsidRDefault="00F13B88" w:rsidP="0039438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 μοναδικό γεγονός να είναι ένας αθλητής, Πρωταθλητής για 40 χρόνια, αποτελεί </w:t>
      </w:r>
      <w:r w:rsidRPr="00F13B88">
        <w:rPr>
          <w:b/>
          <w:sz w:val="24"/>
          <w:szCs w:val="24"/>
          <w:lang w:val="el-GR"/>
        </w:rPr>
        <w:t xml:space="preserve">παγκόσμιο φαινόμενο </w:t>
      </w:r>
      <w:r>
        <w:rPr>
          <w:sz w:val="24"/>
          <w:szCs w:val="24"/>
          <w:lang w:val="el-GR"/>
        </w:rPr>
        <w:t xml:space="preserve">κ η  Πρωταθλήτριά μας Άγη </w:t>
      </w:r>
      <w:proofErr w:type="spellStart"/>
      <w:r>
        <w:rPr>
          <w:sz w:val="24"/>
          <w:szCs w:val="24"/>
          <w:lang w:val="el-GR"/>
        </w:rPr>
        <w:t>Κασούμη</w:t>
      </w:r>
      <w:proofErr w:type="spellEnd"/>
      <w:r>
        <w:rPr>
          <w:sz w:val="24"/>
          <w:szCs w:val="24"/>
          <w:lang w:val="el-GR"/>
        </w:rPr>
        <w:t xml:space="preserve"> ήδη ετοιμάζει τον φάκελό της μετά από αίτημα, για να τον υποβάλει στα Ρεκόρ Γκίνες.</w:t>
      </w:r>
    </w:p>
    <w:p w:rsidR="009645A2" w:rsidRPr="00F13B88" w:rsidRDefault="009645A2" w:rsidP="00394384">
      <w:pPr>
        <w:rPr>
          <w:lang w:val="el-GR"/>
        </w:rPr>
      </w:pPr>
    </w:p>
    <w:p w:rsidR="00394384" w:rsidRPr="00F13B88" w:rsidRDefault="00394384" w:rsidP="00394384">
      <w:pPr>
        <w:rPr>
          <w:lang w:val="el-GR"/>
        </w:rPr>
      </w:pPr>
    </w:p>
    <w:p w:rsidR="00394384" w:rsidRPr="00F13B88" w:rsidRDefault="00394384" w:rsidP="00394384">
      <w:pPr>
        <w:rPr>
          <w:lang w:val="el-GR"/>
        </w:rPr>
      </w:pPr>
    </w:p>
    <w:sectPr w:rsidR="00394384" w:rsidRPr="00F13B88" w:rsidSect="00470EE8">
      <w:headerReference w:type="default" r:id="rId8"/>
      <w:footerReference w:type="default" r:id="rId9"/>
      <w:pgSz w:w="11907" w:h="16839" w:code="9"/>
      <w:pgMar w:top="36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88D" w:rsidRDefault="00C1788D" w:rsidP="00470EE8">
      <w:pPr>
        <w:spacing w:after="0" w:line="240" w:lineRule="auto"/>
      </w:pPr>
      <w:r>
        <w:separator/>
      </w:r>
    </w:p>
  </w:endnote>
  <w:endnote w:type="continuationSeparator" w:id="0">
    <w:p w:rsidR="00C1788D" w:rsidRDefault="00C1788D" w:rsidP="0047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F1" w:rsidRDefault="006F545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-897890</wp:posOffset>
          </wp:positionH>
          <wp:positionV relativeFrom="paragraph">
            <wp:posOffset>-4169410</wp:posOffset>
          </wp:positionV>
          <wp:extent cx="7535545" cy="4998720"/>
          <wp:effectExtent l="0" t="0" r="8255" b="0"/>
          <wp:wrapNone/>
          <wp:docPr id="1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545" cy="4998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88D" w:rsidRDefault="00C1788D" w:rsidP="00470EE8">
      <w:pPr>
        <w:spacing w:after="0" w:line="240" w:lineRule="auto"/>
      </w:pPr>
      <w:r>
        <w:separator/>
      </w:r>
    </w:p>
  </w:footnote>
  <w:footnote w:type="continuationSeparator" w:id="0">
    <w:p w:rsidR="00C1788D" w:rsidRDefault="00C1788D" w:rsidP="0047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EE8" w:rsidRDefault="006F545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-898525</wp:posOffset>
          </wp:positionH>
          <wp:positionV relativeFrom="paragraph">
            <wp:posOffset>-473075</wp:posOffset>
          </wp:positionV>
          <wp:extent cx="7536180" cy="2272665"/>
          <wp:effectExtent l="0" t="0" r="7620" b="0"/>
          <wp:wrapNone/>
          <wp:docPr id="2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180" cy="2272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699C"/>
    <w:multiLevelType w:val="hybridMultilevel"/>
    <w:tmpl w:val="A802DE76"/>
    <w:lvl w:ilvl="0" w:tplc="0F8836CC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Calibri" w:eastAsia="Calibri" w:hAnsi="Calibri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059E2435"/>
    <w:multiLevelType w:val="multilevel"/>
    <w:tmpl w:val="8B3613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97EAC"/>
    <w:multiLevelType w:val="hybridMultilevel"/>
    <w:tmpl w:val="92E28D12"/>
    <w:lvl w:ilvl="0" w:tplc="1CD698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650A0"/>
    <w:multiLevelType w:val="hybridMultilevel"/>
    <w:tmpl w:val="75B64D58"/>
    <w:lvl w:ilvl="0" w:tplc="06E627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A76ED"/>
    <w:multiLevelType w:val="hybridMultilevel"/>
    <w:tmpl w:val="ED80D7B6"/>
    <w:lvl w:ilvl="0" w:tplc="695E9E5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E1605"/>
    <w:multiLevelType w:val="hybridMultilevel"/>
    <w:tmpl w:val="BD82B572"/>
    <w:lvl w:ilvl="0" w:tplc="2DEAB20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282541"/>
    <w:multiLevelType w:val="hybridMultilevel"/>
    <w:tmpl w:val="11AC378C"/>
    <w:lvl w:ilvl="0" w:tplc="F6F81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E39FC"/>
    <w:multiLevelType w:val="hybridMultilevel"/>
    <w:tmpl w:val="49E8D23C"/>
    <w:lvl w:ilvl="0" w:tplc="86888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5E"/>
    <w:rsid w:val="00032494"/>
    <w:rsid w:val="000448F9"/>
    <w:rsid w:val="0006115E"/>
    <w:rsid w:val="00067EB0"/>
    <w:rsid w:val="000D55B0"/>
    <w:rsid w:val="000F6B5E"/>
    <w:rsid w:val="0011302E"/>
    <w:rsid w:val="00132B2D"/>
    <w:rsid w:val="00195851"/>
    <w:rsid w:val="001A57F5"/>
    <w:rsid w:val="001C3420"/>
    <w:rsid w:val="001C5E9F"/>
    <w:rsid w:val="001D1AF5"/>
    <w:rsid w:val="00232822"/>
    <w:rsid w:val="00242941"/>
    <w:rsid w:val="0029492E"/>
    <w:rsid w:val="002C5731"/>
    <w:rsid w:val="002E1101"/>
    <w:rsid w:val="002E5F34"/>
    <w:rsid w:val="00313CF4"/>
    <w:rsid w:val="003242E5"/>
    <w:rsid w:val="00392F6F"/>
    <w:rsid w:val="00394384"/>
    <w:rsid w:val="003D5CAA"/>
    <w:rsid w:val="00470EE8"/>
    <w:rsid w:val="004922C7"/>
    <w:rsid w:val="004B4009"/>
    <w:rsid w:val="004B6F5F"/>
    <w:rsid w:val="004C6567"/>
    <w:rsid w:val="004D14EF"/>
    <w:rsid w:val="004F3C82"/>
    <w:rsid w:val="00510B5F"/>
    <w:rsid w:val="005121AC"/>
    <w:rsid w:val="00554D3F"/>
    <w:rsid w:val="005602E5"/>
    <w:rsid w:val="005D5D1A"/>
    <w:rsid w:val="005E32DA"/>
    <w:rsid w:val="00623646"/>
    <w:rsid w:val="0067264B"/>
    <w:rsid w:val="00694452"/>
    <w:rsid w:val="006B0C54"/>
    <w:rsid w:val="006F5458"/>
    <w:rsid w:val="007061F9"/>
    <w:rsid w:val="00712122"/>
    <w:rsid w:val="00720958"/>
    <w:rsid w:val="0074450D"/>
    <w:rsid w:val="00751770"/>
    <w:rsid w:val="00767D3C"/>
    <w:rsid w:val="007B2530"/>
    <w:rsid w:val="007C1753"/>
    <w:rsid w:val="007D31DE"/>
    <w:rsid w:val="007F7F5E"/>
    <w:rsid w:val="00842FA3"/>
    <w:rsid w:val="008438C4"/>
    <w:rsid w:val="00884CEC"/>
    <w:rsid w:val="008944D2"/>
    <w:rsid w:val="00895B9B"/>
    <w:rsid w:val="008B2902"/>
    <w:rsid w:val="008C380F"/>
    <w:rsid w:val="008C3B0A"/>
    <w:rsid w:val="00915ADA"/>
    <w:rsid w:val="009645A2"/>
    <w:rsid w:val="00966BDF"/>
    <w:rsid w:val="009B08DB"/>
    <w:rsid w:val="00A73BFA"/>
    <w:rsid w:val="00AB5B51"/>
    <w:rsid w:val="00AC2672"/>
    <w:rsid w:val="00AD0147"/>
    <w:rsid w:val="00AD565C"/>
    <w:rsid w:val="00AE0C9F"/>
    <w:rsid w:val="00B01299"/>
    <w:rsid w:val="00B23E4D"/>
    <w:rsid w:val="00B52D0F"/>
    <w:rsid w:val="00B53724"/>
    <w:rsid w:val="00B75DA1"/>
    <w:rsid w:val="00B912FD"/>
    <w:rsid w:val="00BE6004"/>
    <w:rsid w:val="00C1788D"/>
    <w:rsid w:val="00C4505B"/>
    <w:rsid w:val="00C55FC8"/>
    <w:rsid w:val="00D071F1"/>
    <w:rsid w:val="00D347B3"/>
    <w:rsid w:val="00D80BAF"/>
    <w:rsid w:val="00D822E8"/>
    <w:rsid w:val="00D93A2C"/>
    <w:rsid w:val="00DC6267"/>
    <w:rsid w:val="00E725EA"/>
    <w:rsid w:val="00EC697D"/>
    <w:rsid w:val="00EF46E3"/>
    <w:rsid w:val="00F05931"/>
    <w:rsid w:val="00F13B88"/>
    <w:rsid w:val="00F141FC"/>
    <w:rsid w:val="00F36A73"/>
    <w:rsid w:val="00F52045"/>
    <w:rsid w:val="00F9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0E93CB-15ED-495E-8164-A81F0952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EE8"/>
  </w:style>
  <w:style w:type="paragraph" w:styleId="Footer">
    <w:name w:val="footer"/>
    <w:basedOn w:val="Normal"/>
    <w:link w:val="FooterChar"/>
    <w:uiPriority w:val="99"/>
    <w:unhideWhenUsed/>
    <w:rsid w:val="00470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EE8"/>
  </w:style>
  <w:style w:type="character" w:customStyle="1" w:styleId="apple-converted-space">
    <w:name w:val="apple-converted-space"/>
    <w:basedOn w:val="DefaultParagraphFont"/>
    <w:rsid w:val="00B52D0F"/>
  </w:style>
  <w:style w:type="character" w:styleId="Hyperlink">
    <w:name w:val="Hyperlink"/>
    <w:uiPriority w:val="99"/>
    <w:semiHidden/>
    <w:unhideWhenUsed/>
    <w:rsid w:val="00B52D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D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328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5177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51770"/>
    <w:pPr>
      <w:spacing w:line="276" w:lineRule="auto"/>
      <w:outlineLvl w:val="9"/>
    </w:pPr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gis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33137-E454-465D-9278-21A17168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AgisA4.dotx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Alertas J</dc:creator>
  <cp:lastModifiedBy>Yiannis Alertas</cp:lastModifiedBy>
  <cp:revision>3</cp:revision>
  <cp:lastPrinted>2017-08-29T06:32:00Z</cp:lastPrinted>
  <dcterms:created xsi:type="dcterms:W3CDTF">2018-05-09T10:58:00Z</dcterms:created>
  <dcterms:modified xsi:type="dcterms:W3CDTF">2018-05-09T11:02:00Z</dcterms:modified>
</cp:coreProperties>
</file>